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93DE1" w14:textId="77777777" w:rsidR="00D1483E" w:rsidRDefault="00D1483E" w:rsidP="00F65A84"/>
    <w:p w14:paraId="63000269" w14:textId="77777777" w:rsidR="00F65A84" w:rsidRPr="00F65A84" w:rsidRDefault="00F65A84" w:rsidP="00F65A84">
      <w:pPr>
        <w:jc w:val="center"/>
        <w:rPr>
          <w:b/>
          <w:sz w:val="24"/>
          <w:szCs w:val="24"/>
        </w:rPr>
      </w:pPr>
      <w:r w:rsidRPr="00F65A84">
        <w:rPr>
          <w:b/>
          <w:sz w:val="24"/>
          <w:szCs w:val="24"/>
        </w:rPr>
        <w:t>AVIS D’APPEL A LA CONCURRENCE</w:t>
      </w:r>
    </w:p>
    <w:p w14:paraId="12695B60" w14:textId="77777777" w:rsidR="00F65A84" w:rsidRPr="00F65A84" w:rsidRDefault="00F65A84" w:rsidP="00F65A84">
      <w:pPr>
        <w:rPr>
          <w:b/>
          <w:sz w:val="10"/>
          <w:szCs w:val="10"/>
        </w:rPr>
      </w:pPr>
    </w:p>
    <w:p w14:paraId="6EE3348F" w14:textId="77777777" w:rsidR="00F65A84" w:rsidRPr="00F65A84" w:rsidRDefault="00F65A84" w:rsidP="00F65A84">
      <w:pPr>
        <w:rPr>
          <w:bCs/>
        </w:rPr>
      </w:pPr>
      <w:r w:rsidRPr="00F65A84">
        <w:rPr>
          <w:b/>
        </w:rPr>
        <w:t>Identification de l’organisme qui passe le marché</w:t>
      </w:r>
      <w:r w:rsidRPr="00F65A84">
        <w:rPr>
          <w:bCs/>
        </w:rPr>
        <w:t xml:space="preserve"> : </w:t>
      </w:r>
    </w:p>
    <w:p w14:paraId="1D64451E" w14:textId="3232EFDA" w:rsidR="00F65A84" w:rsidRPr="00F65A84" w:rsidRDefault="00F65A84" w:rsidP="00F65A84">
      <w:r w:rsidRPr="00F65A84">
        <w:t xml:space="preserve">Fédération Départementale d'Energies des Ardennes M. Le Président Luc </w:t>
      </w:r>
      <w:proofErr w:type="spellStart"/>
      <w:r w:rsidRPr="00F65A84">
        <w:t>Lallouette</w:t>
      </w:r>
      <w:proofErr w:type="spellEnd"/>
      <w:r w:rsidRPr="00F65A84">
        <w:t xml:space="preserve"> Zone le Pêcher 08440 Lumes </w:t>
      </w:r>
    </w:p>
    <w:p w14:paraId="2ABC4A6B" w14:textId="77777777" w:rsidR="00F65A84" w:rsidRPr="00F65A84" w:rsidRDefault="00F65A84" w:rsidP="00F65A84">
      <w:r w:rsidRPr="00F65A84">
        <w:t>Tél. : 03-24-59-45-28, télécopieur : 03-24-33-63-94, courriel : fdea08@fdea.fr</w:t>
      </w:r>
    </w:p>
    <w:p w14:paraId="03DE34FA" w14:textId="685DFE4D" w:rsidR="00F65A84" w:rsidRPr="00F65A84" w:rsidRDefault="00F65A84" w:rsidP="00F65A84">
      <w:pPr>
        <w:rPr>
          <w:bCs/>
        </w:rPr>
      </w:pPr>
      <w:r w:rsidRPr="00F65A84">
        <w:rPr>
          <w:b/>
        </w:rPr>
        <w:t>Procédure de passation</w:t>
      </w:r>
      <w:r w:rsidRPr="00F65A84">
        <w:rPr>
          <w:bCs/>
        </w:rPr>
        <w:t xml:space="preserve"> : </w:t>
      </w:r>
      <w:r w:rsidRPr="00F65A84">
        <w:t>Appel d’offres ouvert</w:t>
      </w:r>
      <w:r w:rsidR="00512D37">
        <w:t xml:space="preserve"> (</w:t>
      </w:r>
      <w:r w:rsidR="003543BA">
        <w:t>2024 04</w:t>
      </w:r>
      <w:r w:rsidR="00512D37">
        <w:t xml:space="preserve"> </w:t>
      </w:r>
      <w:r w:rsidR="004C5AE4">
        <w:t>LUMINAIRES</w:t>
      </w:r>
      <w:r w:rsidR="00512D37">
        <w:t xml:space="preserve"> FDEA)</w:t>
      </w:r>
    </w:p>
    <w:p w14:paraId="4E3204C2" w14:textId="77777777" w:rsidR="00F65A84" w:rsidRPr="00F65A84" w:rsidRDefault="00F65A84" w:rsidP="00F65A84">
      <w:pPr>
        <w:rPr>
          <w:b/>
          <w:bCs/>
        </w:rPr>
      </w:pPr>
      <w:r w:rsidRPr="00F65A84">
        <w:rPr>
          <w:b/>
          <w:bCs/>
        </w:rPr>
        <w:t>Objet du marché</w:t>
      </w:r>
      <w:r w:rsidRPr="00F65A84">
        <w:rPr>
          <w:bCs/>
        </w:rPr>
        <w:t xml:space="preserve"> : </w:t>
      </w:r>
      <w:r w:rsidRPr="00F65A84">
        <w:t>achat de luminaires, crosses et mâts d’éclairage public</w:t>
      </w:r>
    </w:p>
    <w:p w14:paraId="6FED6628" w14:textId="77777777" w:rsidR="00F65A84" w:rsidRPr="00F65A84" w:rsidRDefault="00F65A84" w:rsidP="00F65A84">
      <w:r w:rsidRPr="00F65A84">
        <w:rPr>
          <w:bCs/>
        </w:rPr>
        <w:t xml:space="preserve">Ce marché forme un </w:t>
      </w:r>
      <w:r w:rsidRPr="00F65A84">
        <w:t>accord cadre au sens du droit communautaire, passé avec plusieurs opérateurs économiques et se réalisera par émission de bons de commande.</w:t>
      </w:r>
    </w:p>
    <w:p w14:paraId="02343CF3" w14:textId="41472789" w:rsidR="00F65A84" w:rsidRPr="00F65A84" w:rsidRDefault="00F65A84" w:rsidP="00F65A84">
      <w:pPr>
        <w:rPr>
          <w:bCs/>
        </w:rPr>
      </w:pPr>
      <w:r w:rsidRPr="00F65A84">
        <w:rPr>
          <w:b/>
          <w:bCs/>
        </w:rPr>
        <w:t>Durée du marché</w:t>
      </w:r>
      <w:r w:rsidRPr="00F65A84">
        <w:rPr>
          <w:bCs/>
        </w:rPr>
        <w:t> : 1</w:t>
      </w:r>
      <w:r w:rsidR="0075652D">
        <w:rPr>
          <w:bCs/>
        </w:rPr>
        <w:t xml:space="preserve"> </w:t>
      </w:r>
      <w:r w:rsidRPr="00F65A84">
        <w:rPr>
          <w:bCs/>
        </w:rPr>
        <w:t>an reconductible trois fois à compter du 1</w:t>
      </w:r>
      <w:r w:rsidRPr="00F65A84">
        <w:rPr>
          <w:bCs/>
          <w:vertAlign w:val="superscript"/>
        </w:rPr>
        <w:t>er</w:t>
      </w:r>
      <w:r w:rsidRPr="00F65A84">
        <w:rPr>
          <w:bCs/>
        </w:rPr>
        <w:t xml:space="preserve"> </w:t>
      </w:r>
      <w:r w:rsidR="00184F30">
        <w:rPr>
          <w:bCs/>
        </w:rPr>
        <w:t>avril</w:t>
      </w:r>
      <w:r w:rsidRPr="00F65A84">
        <w:rPr>
          <w:bCs/>
        </w:rPr>
        <w:t xml:space="preserve"> </w:t>
      </w:r>
      <w:r w:rsidR="002E1945">
        <w:rPr>
          <w:bCs/>
        </w:rPr>
        <w:t>2025</w:t>
      </w:r>
      <w:r w:rsidRPr="00F65A84">
        <w:rPr>
          <w:bCs/>
        </w:rPr>
        <w:t xml:space="preserve"> </w:t>
      </w:r>
    </w:p>
    <w:p w14:paraId="5282321B" w14:textId="77777777" w:rsidR="00F65A84" w:rsidRPr="00F65A84" w:rsidRDefault="00F65A84" w:rsidP="00F65A84">
      <w:pPr>
        <w:rPr>
          <w:bCs/>
        </w:rPr>
      </w:pPr>
      <w:r w:rsidRPr="00F65A84">
        <w:rPr>
          <w:b/>
          <w:bCs/>
        </w:rPr>
        <w:t>Prestations divisées en lots</w:t>
      </w:r>
      <w:r w:rsidRPr="00F65A84">
        <w:rPr>
          <w:bCs/>
        </w:rPr>
        <w:t> : oui.</w:t>
      </w:r>
    </w:p>
    <w:p w14:paraId="67C923D7" w14:textId="6724B214" w:rsidR="00F65A84" w:rsidRPr="00F65A84" w:rsidRDefault="00F65A84" w:rsidP="00F65A84">
      <w:pPr>
        <w:rPr>
          <w:bCs/>
        </w:rPr>
      </w:pPr>
      <w:r w:rsidRPr="00F65A84">
        <w:rPr>
          <w:bCs/>
        </w:rPr>
        <w:t xml:space="preserve">Lot 1 : </w:t>
      </w:r>
      <w:r>
        <w:rPr>
          <w:bCs/>
        </w:rPr>
        <w:t xml:space="preserve">luminaire </w:t>
      </w:r>
      <w:r w:rsidR="002E1945">
        <w:rPr>
          <w:bCs/>
        </w:rPr>
        <w:t>classique</w:t>
      </w:r>
      <w:r w:rsidR="00C47863">
        <w:rPr>
          <w:bCs/>
        </w:rPr>
        <w:t xml:space="preserve"> </w:t>
      </w:r>
      <w:r w:rsidR="00DE0779">
        <w:rPr>
          <w:bCs/>
        </w:rPr>
        <w:t>(résidentiel)</w:t>
      </w:r>
    </w:p>
    <w:p w14:paraId="2A70D22A" w14:textId="43A52BD2" w:rsidR="00F65A84" w:rsidRPr="00F65A84" w:rsidRDefault="00F65A84" w:rsidP="00F65A84">
      <w:pPr>
        <w:rPr>
          <w:bCs/>
        </w:rPr>
      </w:pPr>
      <w:r w:rsidRPr="00F65A84">
        <w:rPr>
          <w:bCs/>
        </w:rPr>
        <w:t>Lot 2</w:t>
      </w:r>
      <w:r w:rsidRPr="00F65A84">
        <w:rPr>
          <w:b/>
          <w:bCs/>
        </w:rPr>
        <w:t> </w:t>
      </w:r>
      <w:r w:rsidRPr="00F65A84">
        <w:rPr>
          <w:bCs/>
        </w:rPr>
        <w:t xml:space="preserve">: luminaire </w:t>
      </w:r>
      <w:r w:rsidR="002E1945">
        <w:rPr>
          <w:bCs/>
        </w:rPr>
        <w:t>fonctionnel</w:t>
      </w:r>
      <w:r w:rsidR="00C47863">
        <w:rPr>
          <w:bCs/>
        </w:rPr>
        <w:t xml:space="preserve"> (routier)</w:t>
      </w:r>
    </w:p>
    <w:p w14:paraId="453B4DAE" w14:textId="77777777" w:rsidR="00F65A84" w:rsidRPr="00F65A84" w:rsidRDefault="00F65A84" w:rsidP="00F65A84">
      <w:pPr>
        <w:rPr>
          <w:bCs/>
        </w:rPr>
      </w:pPr>
      <w:r w:rsidRPr="00F65A84">
        <w:rPr>
          <w:bCs/>
        </w:rPr>
        <w:t>Lot 3 : crosse et console</w:t>
      </w:r>
    </w:p>
    <w:p w14:paraId="4A7EDA28" w14:textId="77777777" w:rsidR="00E60974" w:rsidRDefault="00F65A84" w:rsidP="00F65A84">
      <w:pPr>
        <w:rPr>
          <w:bCs/>
        </w:rPr>
      </w:pPr>
      <w:r w:rsidRPr="00F65A84">
        <w:rPr>
          <w:bCs/>
        </w:rPr>
        <w:t>Lot 4 : mât acier galvanisé</w:t>
      </w:r>
      <w:r w:rsidR="002E1945">
        <w:rPr>
          <w:bCs/>
        </w:rPr>
        <w:t xml:space="preserve"> </w:t>
      </w:r>
    </w:p>
    <w:p w14:paraId="4AF5DA89" w14:textId="77777777" w:rsidR="00F65A84" w:rsidRPr="00F65A84" w:rsidRDefault="00F65A84" w:rsidP="00F65A84">
      <w:r w:rsidRPr="00F65A84">
        <w:rPr>
          <w:b/>
          <w:iCs/>
        </w:rPr>
        <w:t>Lieu d'exécution</w:t>
      </w:r>
      <w:r w:rsidRPr="00F65A84">
        <w:rPr>
          <w:i/>
          <w:iCs/>
        </w:rPr>
        <w:t xml:space="preserve"> : </w:t>
      </w:r>
      <w:r w:rsidRPr="00F65A84">
        <w:t xml:space="preserve">Fédération Départementale d'Energies des Ardennes Zone le Pêcher 08440 Lumes </w:t>
      </w:r>
    </w:p>
    <w:p w14:paraId="6EBB6CCC" w14:textId="3027264C" w:rsidR="00F65A84" w:rsidRPr="00F65A84" w:rsidRDefault="00F65A84" w:rsidP="00F65A84">
      <w:pPr>
        <w:rPr>
          <w:bCs/>
        </w:rPr>
      </w:pPr>
      <w:r w:rsidRPr="00F65A84">
        <w:rPr>
          <w:b/>
        </w:rPr>
        <w:t>Conditions de jugement par ordre d’importance</w:t>
      </w:r>
      <w:r w:rsidRPr="00F65A84">
        <w:rPr>
          <w:bCs/>
        </w:rPr>
        <w:t> :</w:t>
      </w:r>
    </w:p>
    <w:p w14:paraId="2749BDC1" w14:textId="0CD04290" w:rsidR="00F65A84" w:rsidRPr="00F65A84" w:rsidRDefault="00F65A84" w:rsidP="00F65A84">
      <w:pPr>
        <w:rPr>
          <w:bCs/>
        </w:rPr>
      </w:pPr>
      <w:r w:rsidRPr="00F65A84">
        <w:rPr>
          <w:bCs/>
        </w:rPr>
        <w:t xml:space="preserve">Offre économiquement la </w:t>
      </w:r>
      <w:r w:rsidR="00512D37">
        <w:rPr>
          <w:bCs/>
        </w:rPr>
        <w:t xml:space="preserve">mieux </w:t>
      </w:r>
      <w:proofErr w:type="spellStart"/>
      <w:r w:rsidR="00512D37">
        <w:rPr>
          <w:bCs/>
        </w:rPr>
        <w:t>disante</w:t>
      </w:r>
      <w:proofErr w:type="spellEnd"/>
      <w:r w:rsidRPr="00F65A84">
        <w:rPr>
          <w:bCs/>
        </w:rPr>
        <w:t xml:space="preserve"> appréciée en fonction des critères énoncés dans le RC</w:t>
      </w:r>
    </w:p>
    <w:p w14:paraId="13685A23" w14:textId="1BEBFA5D" w:rsidR="00F65A84" w:rsidRPr="00F65A84" w:rsidRDefault="00F65A84" w:rsidP="00F65A84">
      <w:r w:rsidRPr="00F65A84">
        <w:rPr>
          <w:b/>
        </w:rPr>
        <w:t>Lieu de réception des offres</w:t>
      </w:r>
      <w:r w:rsidRPr="00F65A84">
        <w:rPr>
          <w:bCs/>
        </w:rPr>
        <w:t> : Les candidats devront transmettre leur offre,</w:t>
      </w:r>
      <w:r>
        <w:rPr>
          <w:bCs/>
        </w:rPr>
        <w:t xml:space="preserve"> </w:t>
      </w:r>
      <w:r w:rsidRPr="00F65A84">
        <w:t xml:space="preserve">par voie électronique sur le site suivant : </w:t>
      </w:r>
      <w:r w:rsidRPr="00F65A84">
        <w:rPr>
          <w:u w:val="single"/>
        </w:rPr>
        <w:t>https://www.marches-securises.fr/</w:t>
      </w:r>
    </w:p>
    <w:p w14:paraId="27623BA1" w14:textId="258627EA" w:rsidR="00F65A84" w:rsidRPr="00F65A84" w:rsidRDefault="00F65A84" w:rsidP="00F65A84">
      <w:r w:rsidRPr="00F65A84">
        <w:rPr>
          <w:b/>
        </w:rPr>
        <w:t>Date limite de réception des offres</w:t>
      </w:r>
      <w:r w:rsidRPr="00F65A84">
        <w:rPr>
          <w:bCs/>
        </w:rPr>
        <w:t> </w:t>
      </w:r>
      <w:r w:rsidRPr="00F65A84">
        <w:t xml:space="preserve">: le </w:t>
      </w:r>
      <w:r w:rsidR="002E1945">
        <w:t>3</w:t>
      </w:r>
      <w:r w:rsidRPr="00F65A84">
        <w:t xml:space="preserve"> </w:t>
      </w:r>
      <w:r w:rsidR="002E1945">
        <w:t>janvier 2025</w:t>
      </w:r>
      <w:r w:rsidRPr="00F65A84">
        <w:t>, à 12 heures.</w:t>
      </w:r>
    </w:p>
    <w:p w14:paraId="1D781B41" w14:textId="6A711331" w:rsidR="00F65A84" w:rsidRPr="00F65A84" w:rsidRDefault="00F65A84" w:rsidP="00F65A84">
      <w:pPr>
        <w:rPr>
          <w:bCs/>
        </w:rPr>
      </w:pPr>
      <w:r w:rsidRPr="00F65A84">
        <w:rPr>
          <w:b/>
        </w:rPr>
        <w:t>Dossiers de consultation à retirer</w:t>
      </w:r>
      <w:r w:rsidRPr="00F65A84">
        <w:rPr>
          <w:bCs/>
        </w:rPr>
        <w:t xml:space="preserve"> :</w:t>
      </w:r>
      <w:r>
        <w:rPr>
          <w:bCs/>
        </w:rPr>
        <w:t xml:space="preserve"> sur la plate</w:t>
      </w:r>
      <w:r w:rsidR="001C454D">
        <w:rPr>
          <w:bCs/>
        </w:rPr>
        <w:t>-</w:t>
      </w:r>
      <w:r>
        <w:rPr>
          <w:bCs/>
        </w:rPr>
        <w:t>forme</w:t>
      </w:r>
      <w:r w:rsidRPr="00F65A84">
        <w:rPr>
          <w:bCs/>
        </w:rPr>
        <w:t xml:space="preserve"> </w:t>
      </w:r>
      <w:hyperlink r:id="rId8" w:history="1">
        <w:r w:rsidRPr="00F65A84">
          <w:rPr>
            <w:rStyle w:val="Lienhypertexte"/>
          </w:rPr>
          <w:t>https://www.marches-securises.fr/</w:t>
        </w:r>
      </w:hyperlink>
      <w:r w:rsidRPr="00F65A84">
        <w:rPr>
          <w:u w:val="single"/>
        </w:rPr>
        <w:t xml:space="preserve"> </w:t>
      </w:r>
    </w:p>
    <w:p w14:paraId="3083C183" w14:textId="4F9A3509" w:rsidR="00F65A84" w:rsidRPr="00F65A84" w:rsidRDefault="00F65A84" w:rsidP="00F65A84">
      <w:pPr>
        <w:rPr>
          <w:bCs/>
        </w:rPr>
      </w:pPr>
      <w:r w:rsidRPr="00F65A84">
        <w:rPr>
          <w:b/>
        </w:rPr>
        <w:t>Délai de validité des offres</w:t>
      </w:r>
      <w:r w:rsidRPr="00F65A84">
        <w:rPr>
          <w:bCs/>
        </w:rPr>
        <w:t xml:space="preserve"> : </w:t>
      </w:r>
      <w:r>
        <w:rPr>
          <w:bCs/>
        </w:rPr>
        <w:t>90</w:t>
      </w:r>
      <w:r w:rsidRPr="00F65A84">
        <w:rPr>
          <w:bCs/>
        </w:rPr>
        <w:t xml:space="preserve"> jours à compter de la date de remise des offres.</w:t>
      </w:r>
    </w:p>
    <w:p w14:paraId="1F80FAA9" w14:textId="63CA7C60" w:rsidR="00F65A84" w:rsidRPr="00F65A84" w:rsidRDefault="00F65A84" w:rsidP="00F65A84">
      <w:pPr>
        <w:rPr>
          <w:bCs/>
        </w:rPr>
      </w:pPr>
      <w:r w:rsidRPr="00F65A84">
        <w:rPr>
          <w:b/>
          <w:bCs/>
        </w:rPr>
        <w:t xml:space="preserve">Renseignements administratifs : </w:t>
      </w:r>
      <w:r w:rsidRPr="00F65A84">
        <w:rPr>
          <w:bCs/>
        </w:rPr>
        <w:t xml:space="preserve">M. Maquin Loïc, rédacteur principal territorial (03 24 </w:t>
      </w:r>
      <w:r w:rsidR="00512D37">
        <w:rPr>
          <w:bCs/>
        </w:rPr>
        <w:t>58</w:t>
      </w:r>
      <w:r w:rsidRPr="00F65A84">
        <w:rPr>
          <w:bCs/>
        </w:rPr>
        <w:t xml:space="preserve"> </w:t>
      </w:r>
      <w:r w:rsidR="00512D37">
        <w:rPr>
          <w:bCs/>
        </w:rPr>
        <w:t>55</w:t>
      </w:r>
      <w:r w:rsidRPr="00F65A84">
        <w:rPr>
          <w:bCs/>
        </w:rPr>
        <w:t xml:space="preserve"> </w:t>
      </w:r>
      <w:r w:rsidR="00512D37">
        <w:rPr>
          <w:bCs/>
        </w:rPr>
        <w:t>90</w:t>
      </w:r>
      <w:r w:rsidRPr="00F65A84">
        <w:rPr>
          <w:bCs/>
        </w:rPr>
        <w:t>)</w:t>
      </w:r>
    </w:p>
    <w:p w14:paraId="17E6B29E" w14:textId="0AE1F71D" w:rsidR="00F65A84" w:rsidRPr="00F65A84" w:rsidRDefault="00F65A84" w:rsidP="00F65A84">
      <w:pPr>
        <w:rPr>
          <w:bCs/>
        </w:rPr>
      </w:pPr>
      <w:r w:rsidRPr="00F65A84">
        <w:rPr>
          <w:b/>
        </w:rPr>
        <w:t>Date d’envoi à la publicité</w:t>
      </w:r>
      <w:r w:rsidRPr="00F65A84">
        <w:rPr>
          <w:bCs/>
        </w:rPr>
        <w:t xml:space="preserve"> : le </w:t>
      </w:r>
      <w:r w:rsidR="00BA38DA">
        <w:rPr>
          <w:bCs/>
        </w:rPr>
        <w:t>21</w:t>
      </w:r>
      <w:r w:rsidR="00FF7F03">
        <w:rPr>
          <w:bCs/>
        </w:rPr>
        <w:t xml:space="preserve"> octobre 2024</w:t>
      </w:r>
    </w:p>
    <w:p w14:paraId="085F1538" w14:textId="77777777" w:rsidR="00F65A84" w:rsidRPr="00F65A84" w:rsidRDefault="00F65A84" w:rsidP="00F65A84"/>
    <w:sectPr w:rsidR="00F65A84" w:rsidRPr="00F65A84" w:rsidSect="00874E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44E51" w14:textId="77777777" w:rsidR="00F65A84" w:rsidRDefault="00F65A84" w:rsidP="00874E1E">
      <w:pPr>
        <w:spacing w:after="0" w:line="240" w:lineRule="auto"/>
      </w:pPr>
      <w:r>
        <w:separator/>
      </w:r>
    </w:p>
  </w:endnote>
  <w:endnote w:type="continuationSeparator" w:id="0">
    <w:p w14:paraId="37713D3D" w14:textId="77777777" w:rsidR="00F65A84" w:rsidRDefault="00F65A84" w:rsidP="00874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NeueLT Std Ext">
    <w:panose1 w:val="020B0605020202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789DD" w14:textId="77777777" w:rsidR="00D27152" w:rsidRDefault="00D2715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359D7" w14:textId="77777777" w:rsidR="00874E1E" w:rsidRDefault="001077A4" w:rsidP="00874E1E">
    <w:pPr>
      <w:pStyle w:val="Notedebasdepage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8074A56" wp14:editId="3ABB8E4C">
              <wp:simplePos x="0" y="0"/>
              <wp:positionH relativeFrom="margin">
                <wp:align>center</wp:align>
              </wp:positionH>
              <wp:positionV relativeFrom="page">
                <wp:posOffset>10034546</wp:posOffset>
              </wp:positionV>
              <wp:extent cx="686160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861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D8FCCB" id="Connecteur droit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" from="0,790.1pt" to="540.3pt,79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" strokecolor="#4472c4 [3204]" strokeweight=".5pt">
              <v:stroke joinstyle="miter"/>
              <w10:wrap anchorx="margin" anchory="page"/>
            </v:line>
          </w:pict>
        </mc:Fallback>
      </mc:AlternateContent>
    </w:r>
  </w:p>
  <w:p w14:paraId="2A8A75A2" w14:textId="77777777" w:rsidR="00874E1E" w:rsidRPr="00874E1E" w:rsidRDefault="00874E1E" w:rsidP="00874E1E">
    <w:pPr>
      <w:pStyle w:val="Notedebasdepage"/>
      <w:rPr>
        <w:sz w:val="18"/>
        <w:szCs w:val="18"/>
      </w:rPr>
    </w:pPr>
    <w:r w:rsidRPr="00874E1E">
      <w:rPr>
        <w:sz w:val="18"/>
        <w:szCs w:val="18"/>
      </w:rPr>
      <w:t xml:space="preserve">FDEA Fédération Départementale d’Energies des Ardennes </w:t>
    </w:r>
    <w:r w:rsidR="00D27152">
      <w:rPr>
        <w:sz w:val="18"/>
        <w:szCs w:val="18"/>
      </w:rPr>
      <w:t xml:space="preserve">- </w:t>
    </w:r>
    <w:r w:rsidRPr="00874E1E">
      <w:rPr>
        <w:sz w:val="18"/>
        <w:szCs w:val="18"/>
      </w:rPr>
      <w:t xml:space="preserve">Zone le Pêcher </w:t>
    </w:r>
    <w:r w:rsidR="00D27152">
      <w:rPr>
        <w:sz w:val="18"/>
        <w:szCs w:val="18"/>
      </w:rPr>
      <w:t>-</w:t>
    </w:r>
    <w:r w:rsidRPr="00874E1E">
      <w:rPr>
        <w:sz w:val="18"/>
        <w:szCs w:val="18"/>
      </w:rPr>
      <w:t xml:space="preserve"> 08440 LUMES</w:t>
    </w:r>
  </w:p>
  <w:p w14:paraId="1CCF8A51" w14:textId="77777777" w:rsidR="00874E1E" w:rsidRPr="00874E1E" w:rsidRDefault="00874E1E" w:rsidP="00874E1E">
    <w:pPr>
      <w:pStyle w:val="Notedebasdepage"/>
      <w:jc w:val="center"/>
      <w:rPr>
        <w:sz w:val="18"/>
        <w:szCs w:val="18"/>
      </w:rPr>
    </w:pPr>
    <w:r w:rsidRPr="00874E1E">
      <w:rPr>
        <w:sz w:val="18"/>
        <w:szCs w:val="18"/>
      </w:rPr>
      <w:t>Tél : 03 24 59 45 28 / Mail : fdea08@fdea.fr</w:t>
    </w:r>
  </w:p>
  <w:p w14:paraId="60F9FD52" w14:textId="77777777" w:rsidR="00874E1E" w:rsidRDefault="00874E1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F1710" w14:textId="77777777" w:rsidR="00D27152" w:rsidRDefault="00D2715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8BBA4" w14:textId="77777777" w:rsidR="00F65A84" w:rsidRDefault="00F65A84" w:rsidP="00874E1E">
      <w:pPr>
        <w:spacing w:after="0" w:line="240" w:lineRule="auto"/>
      </w:pPr>
      <w:r>
        <w:separator/>
      </w:r>
    </w:p>
  </w:footnote>
  <w:footnote w:type="continuationSeparator" w:id="0">
    <w:p w14:paraId="2048BFE0" w14:textId="77777777" w:rsidR="00F65A84" w:rsidRDefault="00F65A84" w:rsidP="00874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792F9" w14:textId="77777777" w:rsidR="00874E1E" w:rsidRDefault="00DE0779">
    <w:pPr>
      <w:pStyle w:val="En-tte"/>
    </w:pPr>
    <w:r>
      <w:rPr>
        <w:noProof/>
      </w:rPr>
      <w:pict w14:anchorId="315DBBD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951485" o:spid="_x0000_s2056" type="#_x0000_t75" style="position:absolute;margin-left:0;margin-top:0;width:659.95pt;height:607.5pt;z-index:-251657216;mso-position-horizontal:center;mso-position-horizontal-relative:margin;mso-position-vertical:center;mso-position-vertical-relative:margin" o:allowincell="f">
          <v:imagedata r:id="rId1" o:title="Arriere plan fde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47DCF" w14:textId="77777777" w:rsidR="00874E1E" w:rsidRDefault="00DE0779">
    <w:pPr>
      <w:pStyle w:val="En-tte"/>
    </w:pPr>
    <w:r>
      <w:rPr>
        <w:noProof/>
      </w:rPr>
      <w:pict w14:anchorId="73FB2BC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951486" o:spid="_x0000_s2057" type="#_x0000_t75" style="position:absolute;margin-left:-108.85pt;margin-top:162.8pt;width:659.95pt;height:607.5pt;z-index:-251656192;mso-position-horizontal-relative:margin;mso-position-vertical-relative:margin" o:allowincell="f">
          <v:imagedata r:id="rId1" o:title="Arriere plan fdea" gain="19661f" blacklevel="22938f"/>
          <w10:wrap anchorx="margin" anchory="margin"/>
        </v:shape>
      </w:pict>
    </w:r>
    <w:r w:rsidR="00190BBF">
      <w:rPr>
        <w:noProof/>
      </w:rPr>
      <w:drawing>
        <wp:anchor distT="0" distB="0" distL="114300" distR="114300" simplePos="0" relativeHeight="251662336" behindDoc="0" locked="0" layoutInCell="1" allowOverlap="1" wp14:anchorId="05CB33E8" wp14:editId="5F931130">
          <wp:simplePos x="0" y="0"/>
          <wp:positionH relativeFrom="column">
            <wp:posOffset>-534035</wp:posOffset>
          </wp:positionH>
          <wp:positionV relativeFrom="paragraph">
            <wp:posOffset>-322359</wp:posOffset>
          </wp:positionV>
          <wp:extent cx="2086824" cy="962108"/>
          <wp:effectExtent l="0" t="0" r="889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FDEA_PNG_Plan de travail 1 copie 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6366" cy="9757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EECCC" w14:textId="77777777" w:rsidR="00874E1E" w:rsidRDefault="00DE0779">
    <w:pPr>
      <w:pStyle w:val="En-tte"/>
    </w:pPr>
    <w:r>
      <w:rPr>
        <w:noProof/>
      </w:rPr>
      <w:pict w14:anchorId="484ED7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5951484" o:spid="_x0000_s2055" type="#_x0000_t75" style="position:absolute;margin-left:0;margin-top:0;width:659.95pt;height:607.5pt;z-index:-251658240;mso-position-horizontal:center;mso-position-horizontal-relative:margin;mso-position-vertical:center;mso-position-vertical-relative:margin" o:allowincell="f">
          <v:imagedata r:id="rId1" o:title="Arriere plan fde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1E0F39"/>
    <w:multiLevelType w:val="hybridMultilevel"/>
    <w:tmpl w:val="C1D20D24"/>
    <w:lvl w:ilvl="0" w:tplc="A780631C">
      <w:start w:val="2"/>
      <w:numFmt w:val="bullet"/>
      <w:lvlText w:val="-"/>
      <w:lvlJc w:val="left"/>
      <w:pPr>
        <w:tabs>
          <w:tab w:val="num" w:pos="-60"/>
        </w:tabs>
        <w:ind w:left="-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num w:numId="1" w16cid:durableId="1137647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A84"/>
    <w:rsid w:val="000567ED"/>
    <w:rsid w:val="000661DB"/>
    <w:rsid w:val="00070411"/>
    <w:rsid w:val="001077A4"/>
    <w:rsid w:val="0014134E"/>
    <w:rsid w:val="00184F30"/>
    <w:rsid w:val="00190BBF"/>
    <w:rsid w:val="001C454D"/>
    <w:rsid w:val="0025710E"/>
    <w:rsid w:val="002E1945"/>
    <w:rsid w:val="003543BA"/>
    <w:rsid w:val="004C5AE4"/>
    <w:rsid w:val="004D5E1C"/>
    <w:rsid w:val="00512D37"/>
    <w:rsid w:val="00527825"/>
    <w:rsid w:val="0059397A"/>
    <w:rsid w:val="00606B0C"/>
    <w:rsid w:val="00725196"/>
    <w:rsid w:val="0075652D"/>
    <w:rsid w:val="00874E1E"/>
    <w:rsid w:val="008A26DC"/>
    <w:rsid w:val="008E02E6"/>
    <w:rsid w:val="00903E79"/>
    <w:rsid w:val="00A46E1E"/>
    <w:rsid w:val="00AC020F"/>
    <w:rsid w:val="00AC3400"/>
    <w:rsid w:val="00AF4C89"/>
    <w:rsid w:val="00B52596"/>
    <w:rsid w:val="00BA38DA"/>
    <w:rsid w:val="00C13F8A"/>
    <w:rsid w:val="00C47863"/>
    <w:rsid w:val="00C67108"/>
    <w:rsid w:val="00CA135C"/>
    <w:rsid w:val="00D1483E"/>
    <w:rsid w:val="00D27152"/>
    <w:rsid w:val="00D96289"/>
    <w:rsid w:val="00DC0408"/>
    <w:rsid w:val="00DE0779"/>
    <w:rsid w:val="00E60974"/>
    <w:rsid w:val="00E67331"/>
    <w:rsid w:val="00EC7A0E"/>
    <w:rsid w:val="00F64C35"/>
    <w:rsid w:val="00F65A84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;"/>
  <w14:docId w14:val="47A89197"/>
  <w15:chartTrackingRefBased/>
  <w15:docId w15:val="{AE0AE0D1-DBA6-4C8D-B091-96E80790B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710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dea">
    <w:name w:val="fdea"/>
    <w:basedOn w:val="Normal"/>
    <w:link w:val="fdeaCar"/>
    <w:qFormat/>
    <w:rsid w:val="0025710E"/>
    <w:pPr>
      <w:ind w:left="-567"/>
    </w:pPr>
    <w:rPr>
      <w:noProof/>
    </w:rPr>
  </w:style>
  <w:style w:type="character" w:customStyle="1" w:styleId="fdeaCar">
    <w:name w:val="fdea Car"/>
    <w:basedOn w:val="Policepardfaut"/>
    <w:link w:val="fdea"/>
    <w:rsid w:val="0025710E"/>
    <w:rPr>
      <w:noProof/>
    </w:rPr>
  </w:style>
  <w:style w:type="paragraph" w:styleId="En-tte">
    <w:name w:val="header"/>
    <w:basedOn w:val="Normal"/>
    <w:link w:val="En-tteCar"/>
    <w:uiPriority w:val="99"/>
    <w:unhideWhenUsed/>
    <w:rsid w:val="00874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74E1E"/>
  </w:style>
  <w:style w:type="paragraph" w:styleId="Pieddepage">
    <w:name w:val="footer"/>
    <w:basedOn w:val="Normal"/>
    <w:link w:val="PieddepageCar"/>
    <w:uiPriority w:val="99"/>
    <w:unhideWhenUsed/>
    <w:rsid w:val="00874E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74E1E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74E1E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74E1E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74E1E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F65A8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65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ches-securises.fr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MAQUIN\Documents\Mod&#232;les%20Office%20personnalis&#233;s\fdea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ersonnalisé 1">
      <a:majorFont>
        <a:latin typeface="HelveticaNeueLT Std Ext"/>
        <a:ea typeface=""/>
        <a:cs typeface=""/>
      </a:majorFont>
      <a:minorFont>
        <a:latin typeface="HelveticaNeueLT Std Ex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0AEE6-B970-4EB7-9B90-3C6005123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fdea</Template>
  <TotalTime>27</TotalTime>
  <Pages>1</Pages>
  <Words>255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Loïc Maquin</dc:creator>
  <cp:keywords/>
  <dc:description/>
  <cp:lastModifiedBy>Loïc Maquin</cp:lastModifiedBy>
  <cp:revision>18</cp:revision>
  <cp:lastPrinted>2020-07-16T14:30:00Z</cp:lastPrinted>
  <dcterms:created xsi:type="dcterms:W3CDTF">2020-08-17T09:06:00Z</dcterms:created>
  <dcterms:modified xsi:type="dcterms:W3CDTF">2024-10-16T09:33:00Z</dcterms:modified>
</cp:coreProperties>
</file>